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050"/>
        <w:gridCol w:w="1218"/>
        <w:gridCol w:w="3264"/>
        <w:gridCol w:w="775"/>
        <w:gridCol w:w="125"/>
        <w:gridCol w:w="651"/>
        <w:gridCol w:w="775"/>
        <w:gridCol w:w="776"/>
        <w:gridCol w:w="775"/>
        <w:gridCol w:w="776"/>
        <w:gridCol w:w="775"/>
        <w:gridCol w:w="776"/>
      </w:tblGrid>
      <w:tr w:rsidR="006A3A59" w:rsidRPr="00976300" w14:paraId="14935FAC" w14:textId="77777777">
        <w:trPr>
          <w:trHeight w:val="281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93A76F" w14:textId="77777777" w:rsidR="006A3A59" w:rsidRDefault="006A3A59" w:rsidP="006A3A59">
            <w:pPr>
              <w:pStyle w:val="Heading1"/>
              <w:rPr>
                <w:sz w:val="20"/>
                <w:szCs w:val="20"/>
              </w:rPr>
            </w:pPr>
            <w:r>
              <w:t xml:space="preserve">Lesson Title: </w:t>
            </w:r>
          </w:p>
        </w:tc>
        <w:tc>
          <w:tcPr>
            <w:tcW w:w="946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003366"/>
          </w:tcPr>
          <w:p w14:paraId="748B06DE" w14:textId="77777777" w:rsidR="006A3A59" w:rsidRPr="000D37DC" w:rsidRDefault="00003A55" w:rsidP="006A3A59">
            <w:pPr>
              <w:pStyle w:val="Heading1"/>
              <w:rPr>
                <w:color w:val="FFFFFF"/>
              </w:rPr>
            </w:pPr>
            <w:r>
              <w:rPr>
                <w:color w:val="FFFFFF"/>
              </w:rPr>
              <w:t>Eagle Pod Cast</w:t>
            </w:r>
            <w:bookmarkStart w:id="0" w:name="_GoBack"/>
            <w:bookmarkEnd w:id="0"/>
          </w:p>
        </w:tc>
      </w:tr>
      <w:tr w:rsidR="006A3A59" w:rsidRPr="00976300" w14:paraId="194C2414" w14:textId="77777777">
        <w:trPr>
          <w:trHeight w:val="281"/>
        </w:trPr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CA080C" w14:textId="77777777" w:rsidR="006A3A59" w:rsidRPr="00F767FE" w:rsidRDefault="006A3A59" w:rsidP="006A3A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767FE">
              <w:rPr>
                <w:rFonts w:ascii="Arial" w:hAnsi="Arial" w:cs="Arial"/>
                <w:b/>
                <w:sz w:val="20"/>
                <w:szCs w:val="20"/>
              </w:rPr>
              <w:t>Teacher:</w:t>
            </w:r>
          </w:p>
        </w:tc>
        <w:tc>
          <w:tcPr>
            <w:tcW w:w="44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A3A7E7" w14:textId="77777777" w:rsidR="006A3A59" w:rsidRPr="00976300" w:rsidRDefault="009F581B" w:rsidP="006A3A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Todd Huck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6CFFFD" w14:textId="77777777" w:rsidR="006A3A59" w:rsidRPr="00F767FE" w:rsidRDefault="006A3A59" w:rsidP="006A3A5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Hour:</w:t>
            </w:r>
          </w:p>
        </w:tc>
        <w:tc>
          <w:tcPr>
            <w:tcW w:w="530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A57A28" w14:textId="77777777" w:rsidR="006A3A59" w:rsidRDefault="006A3A59" w:rsidP="006A3A5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3A59" w:rsidRPr="00976300" w14:paraId="6200FED0" w14:textId="77777777">
        <w:trPr>
          <w:trHeight w:val="296"/>
        </w:trPr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10DB0D" w14:textId="77777777" w:rsidR="006A3A59" w:rsidRPr="00F767FE" w:rsidRDefault="006A3A59" w:rsidP="006A3A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767FE">
              <w:rPr>
                <w:rFonts w:ascii="Arial" w:hAnsi="Arial" w:cs="Arial"/>
                <w:b/>
                <w:sz w:val="20"/>
                <w:szCs w:val="20"/>
              </w:rPr>
              <w:t>Week:</w:t>
            </w:r>
            <w:r w:rsidR="009F581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4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B035A6" w14:textId="77777777" w:rsidR="006A3A59" w:rsidRPr="00976300" w:rsidRDefault="006A3A59" w:rsidP="006A3A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06F66D" w14:textId="77777777" w:rsidR="006A3A59" w:rsidRPr="00F767FE" w:rsidRDefault="006A3A59" w:rsidP="006A3A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767FE">
              <w:rPr>
                <w:rFonts w:ascii="Arial" w:hAnsi="Arial" w:cs="Arial"/>
                <w:b/>
                <w:sz w:val="20"/>
                <w:szCs w:val="20"/>
              </w:rPr>
              <w:t>Date:</w:t>
            </w:r>
          </w:p>
        </w:tc>
        <w:tc>
          <w:tcPr>
            <w:tcW w:w="530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287443" w14:textId="77777777" w:rsidR="006A3A59" w:rsidRDefault="006A3A59" w:rsidP="006A3A5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3A59" w:rsidRPr="00976300" w14:paraId="3DAD5521" w14:textId="77777777">
        <w:trPr>
          <w:trHeight w:val="281"/>
        </w:trPr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3C4E8C" w14:textId="77777777" w:rsidR="006A3A59" w:rsidRPr="00F767FE" w:rsidRDefault="006A3A59" w:rsidP="006A3A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767FE">
              <w:rPr>
                <w:rFonts w:ascii="Arial" w:hAnsi="Arial" w:cs="Arial"/>
                <w:b/>
                <w:sz w:val="20"/>
                <w:szCs w:val="20"/>
              </w:rPr>
              <w:t>Unit:</w:t>
            </w:r>
            <w:r w:rsidR="009F581B">
              <w:rPr>
                <w:rFonts w:ascii="Arial" w:hAnsi="Arial" w:cs="Arial"/>
                <w:b/>
                <w:sz w:val="20"/>
                <w:szCs w:val="20"/>
              </w:rPr>
              <w:t xml:space="preserve"> Pod cast</w:t>
            </w:r>
          </w:p>
        </w:tc>
        <w:tc>
          <w:tcPr>
            <w:tcW w:w="44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9E3AA9" w14:textId="77777777" w:rsidR="006A3A59" w:rsidRPr="00976300" w:rsidRDefault="006A3A59" w:rsidP="006A3A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04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3D2B27" w14:textId="77777777" w:rsidR="006A3A59" w:rsidRPr="00F767FE" w:rsidRDefault="006A3A59" w:rsidP="006A3A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767FE">
              <w:rPr>
                <w:rFonts w:ascii="Arial" w:hAnsi="Arial" w:cs="Arial"/>
                <w:b/>
                <w:sz w:val="20"/>
                <w:szCs w:val="20"/>
              </w:rPr>
              <w:t>Target Grade Level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</w:p>
        </w:tc>
      </w:tr>
      <w:tr w:rsidR="006A3A59" w:rsidRPr="00976300" w14:paraId="4CDF09FF" w14:textId="77777777">
        <w:trPr>
          <w:trHeight w:val="281"/>
        </w:trPr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A7A449" w14:textId="77777777" w:rsidR="006A3A59" w:rsidRPr="00F767FE" w:rsidRDefault="006A3A59" w:rsidP="006A3A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767FE">
              <w:rPr>
                <w:rFonts w:ascii="Arial" w:hAnsi="Arial" w:cs="Arial"/>
                <w:b/>
                <w:sz w:val="20"/>
                <w:szCs w:val="20"/>
              </w:rPr>
              <w:t>C</w:t>
            </w:r>
            <w:r>
              <w:rPr>
                <w:rFonts w:ascii="Arial" w:hAnsi="Arial" w:cs="Arial"/>
                <w:b/>
                <w:sz w:val="20"/>
                <w:szCs w:val="20"/>
              </w:rPr>
              <w:t>ourse</w:t>
            </w:r>
            <w:r w:rsidRPr="00F767FE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="009F581B">
              <w:rPr>
                <w:rFonts w:ascii="Arial" w:hAnsi="Arial" w:cs="Arial"/>
                <w:b/>
                <w:sz w:val="20"/>
                <w:szCs w:val="20"/>
              </w:rPr>
              <w:t xml:space="preserve"> Eagle Class</w:t>
            </w:r>
          </w:p>
        </w:tc>
        <w:tc>
          <w:tcPr>
            <w:tcW w:w="44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56616E" w14:textId="77777777" w:rsidR="006A3A59" w:rsidRPr="00976300" w:rsidRDefault="006A3A59" w:rsidP="006A3A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E49BCC" w14:textId="77777777" w:rsidR="006A3A59" w:rsidRPr="00976300" w:rsidRDefault="006A3A59" w:rsidP="006A3A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39849F" w14:textId="77777777" w:rsidR="006A3A59" w:rsidRPr="00976300" w:rsidRDefault="006A3A59" w:rsidP="006A3A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A1CBB5" w14:textId="77777777" w:rsidR="006A3A59" w:rsidRPr="00976300" w:rsidRDefault="006A3A59" w:rsidP="006A3A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10DA03" w14:textId="77777777" w:rsidR="006A3A59" w:rsidRPr="00976300" w:rsidRDefault="006A3A59" w:rsidP="006A3A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887736" w14:textId="77777777" w:rsidR="006A3A59" w:rsidRPr="00976300" w:rsidRDefault="006A3A59" w:rsidP="006A3A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522F75" w14:textId="77777777" w:rsidR="006A3A59" w:rsidRPr="00976300" w:rsidRDefault="006A3A59" w:rsidP="006A3A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F35101" w14:textId="77777777" w:rsidR="006A3A59" w:rsidRPr="00976300" w:rsidRDefault="006A3A59" w:rsidP="006A3A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77615E" w14:textId="77777777" w:rsidR="006A3A59" w:rsidRPr="00976300" w:rsidRDefault="006A3A59" w:rsidP="006A3A5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38F53FB" w14:textId="77777777" w:rsidR="006A3A59" w:rsidRDefault="00003A5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 w14:anchorId="50D4D18D">
          <v:rect id="_x0000_i1025" style="width:8in;height:1.5pt" o:hralign="center" o:hrstd="t" o:hrnoshade="t" o:hr="t" fillcolor="black" stroked="f"/>
        </w:pic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628"/>
        <w:gridCol w:w="9108"/>
      </w:tblGrid>
      <w:tr w:rsidR="006A3A59" w14:paraId="6C58F2ED" w14:textId="77777777">
        <w:trPr>
          <w:trHeight w:val="504"/>
        </w:trPr>
        <w:tc>
          <w:tcPr>
            <w:tcW w:w="2628" w:type="dxa"/>
            <w:tcBorders>
              <w:right w:val="single" w:sz="4" w:space="0" w:color="auto"/>
            </w:tcBorders>
          </w:tcPr>
          <w:p w14:paraId="4C957D94" w14:textId="77777777" w:rsidR="006A3A59" w:rsidRPr="006A3A59" w:rsidRDefault="006A3A59" w:rsidP="006A3A5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Learning Target(</w:t>
            </w:r>
            <w:r w:rsidRPr="009C5B29">
              <w:rPr>
                <w:rFonts w:ascii="Arial" w:hAnsi="Arial" w:cs="Arial"/>
                <w:b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  <w:r w:rsidRPr="009C5B29">
              <w:rPr>
                <w:rFonts w:ascii="Aria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F75DA" w14:textId="77777777" w:rsidR="006A3A59" w:rsidRPr="00126709" w:rsidRDefault="009F58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Students will create a pod cast</w:t>
            </w:r>
          </w:p>
        </w:tc>
      </w:tr>
      <w:tr w:rsidR="006A3A59" w14:paraId="1D0B5DF2" w14:textId="77777777">
        <w:trPr>
          <w:trHeight w:val="504"/>
        </w:trPr>
        <w:tc>
          <w:tcPr>
            <w:tcW w:w="2628" w:type="dxa"/>
            <w:tcBorders>
              <w:right w:val="single" w:sz="4" w:space="0" w:color="auto"/>
            </w:tcBorders>
          </w:tcPr>
          <w:p w14:paraId="2B6C59EC" w14:textId="77777777" w:rsidR="006A3A59" w:rsidRPr="006A3A59" w:rsidRDefault="006A3A59" w:rsidP="006A3A5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Criteria for Success:</w:t>
            </w:r>
          </w:p>
        </w:tc>
        <w:tc>
          <w:tcPr>
            <w:tcW w:w="9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274E5" w14:textId="77777777" w:rsidR="006A3A59" w:rsidRPr="00126709" w:rsidRDefault="009F58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Students will produce a pod cast and place it on i-tunes for others to listen and review.</w:t>
            </w:r>
          </w:p>
        </w:tc>
      </w:tr>
      <w:tr w:rsidR="006A3A59" w14:paraId="2D9B32E4" w14:textId="77777777">
        <w:trPr>
          <w:trHeight w:val="504"/>
        </w:trPr>
        <w:tc>
          <w:tcPr>
            <w:tcW w:w="2628" w:type="dxa"/>
            <w:tcBorders>
              <w:right w:val="single" w:sz="4" w:space="0" w:color="auto"/>
            </w:tcBorders>
          </w:tcPr>
          <w:p w14:paraId="581FBDFE" w14:textId="77777777" w:rsidR="006A3A59" w:rsidRDefault="006A3A59" w:rsidP="006A3A5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Progression of Learning:</w:t>
            </w:r>
          </w:p>
        </w:tc>
        <w:tc>
          <w:tcPr>
            <w:tcW w:w="9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89223" w14:textId="77777777" w:rsidR="006A3A59" w:rsidRPr="00126709" w:rsidRDefault="006A3A5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5FC1711" w14:textId="77777777" w:rsidR="006A3A59" w:rsidRDefault="00003A5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 w14:anchorId="0F77EE95">
          <v:rect id="_x0000_i1026" style="width:8in;height:1.5pt" o:hralign="center" o:hrstd="t" o:hrnoshade="t" o:hr="t" fillcolor="black" stroked="f"/>
        </w:pict>
      </w:r>
    </w:p>
    <w:tbl>
      <w:tblPr>
        <w:tblStyle w:val="TableGrid"/>
        <w:tblW w:w="0" w:type="auto"/>
        <w:tblInd w:w="288" w:type="dxa"/>
        <w:tblLook w:val="01E0" w:firstRow="1" w:lastRow="1" w:firstColumn="1" w:lastColumn="1" w:noHBand="0" w:noVBand="0"/>
      </w:tblPr>
      <w:tblGrid>
        <w:gridCol w:w="3780"/>
        <w:gridCol w:w="3780"/>
        <w:gridCol w:w="3780"/>
      </w:tblGrid>
      <w:tr w:rsidR="009D4B6F" w:rsidRPr="009C5B29" w14:paraId="34F43412" w14:textId="77777777">
        <w:trPr>
          <w:trHeight w:val="180"/>
        </w:trPr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0DB088" w14:textId="77777777" w:rsidR="009D4B6F" w:rsidRPr="009C5B29" w:rsidRDefault="009D4B6F" w:rsidP="009D4B6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Content Area Standards, Essential Learnings, and Evidence Outcomes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5F3A2493" w14:textId="77777777" w:rsidR="009D4B6F" w:rsidRPr="009C5B29" w:rsidRDefault="009D4B6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</w:t>
            </w:r>
            <w:r w:rsidRPr="00E4585C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st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Century Skills and Abilities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9A0D11" w14:textId="77777777" w:rsidR="009D4B6F" w:rsidRPr="009C5B29" w:rsidRDefault="00F27A0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ISTE NET-S, ITEEA, or L4</w:t>
            </w:r>
            <w:r w:rsidR="009D4B6F">
              <w:rPr>
                <w:rFonts w:ascii="Arial" w:hAnsi="Arial" w:cs="Arial"/>
                <w:b/>
                <w:sz w:val="20"/>
                <w:szCs w:val="20"/>
              </w:rPr>
              <w:t xml:space="preserve">L Standards Addressed </w:t>
            </w:r>
          </w:p>
        </w:tc>
      </w:tr>
      <w:tr w:rsidR="009D4B6F" w14:paraId="6DFE14FA" w14:textId="77777777">
        <w:trPr>
          <w:trHeight w:val="2276"/>
        </w:trPr>
        <w:tc>
          <w:tcPr>
            <w:tcW w:w="3780" w:type="dxa"/>
            <w:tcBorders>
              <w:top w:val="single" w:sz="4" w:space="0" w:color="auto"/>
              <w:right w:val="single" w:sz="4" w:space="0" w:color="auto"/>
            </w:tcBorders>
          </w:tcPr>
          <w:p w14:paraId="177E69CA" w14:textId="77777777" w:rsidR="009D4B6F" w:rsidRDefault="009D4B6F" w:rsidP="00E4585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7AD164A" w14:textId="77777777" w:rsidR="009D4B6F" w:rsidRDefault="009D4B6F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3CFFA7" w14:textId="77777777" w:rsidR="009D4B6F" w:rsidRPr="00126709" w:rsidRDefault="009F58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content standards for Eagle Class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28A3A7" w14:textId="77777777" w:rsidR="009D4B6F" w:rsidRPr="009D4B6F" w:rsidRDefault="009D4B6F" w:rsidP="009D4B6F">
            <w:pPr>
              <w:numPr>
                <w:ilvl w:val="0"/>
                <w:numId w:val="7"/>
              </w:numPr>
              <w:rPr>
                <w:rFonts w:ascii="Arial" w:hAnsi="Arial" w:cs="Arial"/>
                <w:sz w:val="16"/>
                <w:szCs w:val="20"/>
              </w:rPr>
            </w:pPr>
            <w:r w:rsidRPr="009D4B6F">
              <w:rPr>
                <w:rFonts w:ascii="Arial" w:hAnsi="Arial" w:cs="Arial"/>
                <w:sz w:val="16"/>
                <w:szCs w:val="20"/>
              </w:rPr>
              <w:t>Collaboration and Teamwork</w:t>
            </w:r>
          </w:p>
          <w:p w14:paraId="3B1B0C6B" w14:textId="77777777" w:rsidR="009D4B6F" w:rsidRPr="009D4B6F" w:rsidRDefault="009D4B6F" w:rsidP="009D4B6F">
            <w:pPr>
              <w:numPr>
                <w:ilvl w:val="0"/>
                <w:numId w:val="7"/>
              </w:numPr>
              <w:rPr>
                <w:rFonts w:ascii="Arial" w:hAnsi="Arial" w:cs="Arial"/>
                <w:sz w:val="16"/>
                <w:szCs w:val="20"/>
              </w:rPr>
            </w:pPr>
            <w:r w:rsidRPr="009D4B6F">
              <w:rPr>
                <w:rFonts w:ascii="Arial" w:hAnsi="Arial" w:cs="Arial"/>
                <w:sz w:val="16"/>
                <w:szCs w:val="20"/>
              </w:rPr>
              <w:t>Critical Thinking, Reasoning, and Problem Solving</w:t>
            </w:r>
          </w:p>
          <w:p w14:paraId="17B83B0B" w14:textId="77777777" w:rsidR="009D4B6F" w:rsidRPr="009D4B6F" w:rsidRDefault="009D4B6F" w:rsidP="009D4B6F">
            <w:pPr>
              <w:numPr>
                <w:ilvl w:val="0"/>
                <w:numId w:val="7"/>
              </w:numPr>
              <w:rPr>
                <w:rFonts w:ascii="Arial" w:hAnsi="Arial" w:cs="Arial"/>
                <w:sz w:val="16"/>
                <w:szCs w:val="20"/>
              </w:rPr>
            </w:pPr>
            <w:r w:rsidRPr="009D4B6F">
              <w:rPr>
                <w:rFonts w:ascii="Arial" w:hAnsi="Arial" w:cs="Arial"/>
                <w:sz w:val="16"/>
                <w:szCs w:val="20"/>
              </w:rPr>
              <w:t>Invention, Innovation, and Creativity</w:t>
            </w:r>
          </w:p>
          <w:p w14:paraId="11BDC421" w14:textId="77777777" w:rsidR="009D4B6F" w:rsidRPr="009D4B6F" w:rsidRDefault="009D4B6F" w:rsidP="009D4B6F">
            <w:pPr>
              <w:numPr>
                <w:ilvl w:val="0"/>
                <w:numId w:val="7"/>
              </w:numPr>
              <w:rPr>
                <w:rFonts w:ascii="Arial" w:hAnsi="Arial" w:cs="Arial"/>
                <w:sz w:val="16"/>
                <w:szCs w:val="20"/>
              </w:rPr>
            </w:pPr>
            <w:r w:rsidRPr="009D4B6F">
              <w:rPr>
                <w:rFonts w:ascii="Arial" w:hAnsi="Arial" w:cs="Arial"/>
                <w:sz w:val="16"/>
                <w:szCs w:val="20"/>
              </w:rPr>
              <w:t>Self-Direction</w:t>
            </w:r>
          </w:p>
          <w:p w14:paraId="3819E321" w14:textId="77777777" w:rsidR="009D4B6F" w:rsidRPr="009D4B6F" w:rsidRDefault="009D4B6F" w:rsidP="009D4B6F">
            <w:pPr>
              <w:numPr>
                <w:ilvl w:val="0"/>
                <w:numId w:val="7"/>
              </w:numPr>
              <w:rPr>
                <w:rFonts w:ascii="Arial" w:hAnsi="Arial" w:cs="Arial"/>
                <w:sz w:val="16"/>
                <w:szCs w:val="20"/>
              </w:rPr>
            </w:pPr>
            <w:r w:rsidRPr="009D4B6F">
              <w:rPr>
                <w:rFonts w:ascii="Arial" w:hAnsi="Arial" w:cs="Arial"/>
                <w:sz w:val="16"/>
                <w:szCs w:val="20"/>
              </w:rPr>
              <w:t>Information Literacy</w:t>
            </w:r>
          </w:p>
          <w:p w14:paraId="542B4B38" w14:textId="77777777" w:rsidR="009D4B6F" w:rsidRPr="009D4B6F" w:rsidRDefault="009D4B6F" w:rsidP="009D4B6F">
            <w:pPr>
              <w:numPr>
                <w:ilvl w:val="0"/>
                <w:numId w:val="7"/>
              </w:numPr>
              <w:rPr>
                <w:rFonts w:ascii="Arial" w:hAnsi="Arial" w:cs="Arial"/>
                <w:sz w:val="16"/>
                <w:szCs w:val="20"/>
              </w:rPr>
            </w:pPr>
            <w:r w:rsidRPr="009D4B6F">
              <w:rPr>
                <w:rFonts w:ascii="Arial" w:hAnsi="Arial" w:cs="Arial"/>
                <w:sz w:val="16"/>
                <w:szCs w:val="20"/>
              </w:rPr>
              <w:t>Global Awareness</w:t>
            </w:r>
          </w:p>
          <w:p w14:paraId="1BF18235" w14:textId="77777777" w:rsidR="009D4B6F" w:rsidRDefault="009D4B6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B1CDD15" w14:textId="77777777" w:rsidR="009D4B6F" w:rsidRPr="009D4B6F" w:rsidRDefault="009D4B6F" w:rsidP="009D4B6F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16"/>
                <w:szCs w:val="20"/>
              </w:rPr>
            </w:pPr>
            <w:r w:rsidRPr="009D4B6F">
              <w:rPr>
                <w:rFonts w:ascii="Arial" w:hAnsi="Arial" w:cs="Arial"/>
                <w:sz w:val="16"/>
                <w:szCs w:val="20"/>
              </w:rPr>
              <w:t>Inquiry Questions</w:t>
            </w:r>
          </w:p>
          <w:p w14:paraId="3D5A4073" w14:textId="77777777" w:rsidR="009D4B6F" w:rsidRDefault="009D4B6F" w:rsidP="009D4B6F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16"/>
                <w:szCs w:val="20"/>
              </w:rPr>
            </w:pPr>
            <w:r w:rsidRPr="009D4B6F">
              <w:rPr>
                <w:rFonts w:ascii="Arial" w:hAnsi="Arial" w:cs="Arial"/>
                <w:sz w:val="16"/>
                <w:szCs w:val="20"/>
              </w:rPr>
              <w:t>Relevance and Application</w:t>
            </w:r>
          </w:p>
          <w:p w14:paraId="4A67631A" w14:textId="77777777" w:rsidR="009D4B6F" w:rsidRPr="009D4B6F" w:rsidRDefault="009D4B6F" w:rsidP="009D4B6F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16"/>
                <w:szCs w:val="20"/>
              </w:rPr>
            </w:pPr>
            <w:r w:rsidRPr="009D4B6F">
              <w:rPr>
                <w:rFonts w:ascii="Arial" w:hAnsi="Arial" w:cs="Arial"/>
                <w:sz w:val="16"/>
                <w:szCs w:val="20"/>
              </w:rPr>
              <w:t xml:space="preserve">Nature of Discipline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</w:tcBorders>
          </w:tcPr>
          <w:p w14:paraId="7B51C8CA" w14:textId="77777777" w:rsidR="009D4B6F" w:rsidRDefault="009F581B">
            <w:pPr>
              <w:rPr>
                <w:rFonts w:ascii="Times" w:hAnsi="Times" w:cs="Times"/>
                <w:color w:val="141413"/>
                <w:sz w:val="21"/>
                <w:szCs w:val="21"/>
              </w:rPr>
            </w:pPr>
            <w:r>
              <w:rPr>
                <w:rFonts w:ascii="Times" w:hAnsi="Times" w:cs="Times"/>
                <w:color w:val="141413"/>
                <w:sz w:val="21"/>
                <w:szCs w:val="21"/>
              </w:rPr>
              <w:t>Follow an inquiry- based process in seeking knowledge in curricular subjects, and make the real- world connection for using this process in own life.</w:t>
            </w:r>
          </w:p>
          <w:p w14:paraId="0B90E040" w14:textId="77777777" w:rsidR="009F581B" w:rsidRDefault="009F581B">
            <w:pPr>
              <w:rPr>
                <w:rFonts w:ascii="Times" w:hAnsi="Times" w:cs="Times"/>
                <w:color w:val="141413"/>
                <w:sz w:val="21"/>
                <w:szCs w:val="21"/>
              </w:rPr>
            </w:pPr>
            <w:r>
              <w:rPr>
                <w:rFonts w:ascii="Times" w:hAnsi="Times" w:cs="Times"/>
                <w:color w:val="141413"/>
                <w:sz w:val="21"/>
                <w:szCs w:val="21"/>
              </w:rPr>
              <w:t>Find, evaluate, and select appropriate sources to answer questions.</w:t>
            </w:r>
          </w:p>
          <w:p w14:paraId="4FF7BC42" w14:textId="77777777" w:rsidR="009F581B" w:rsidRPr="00126709" w:rsidRDefault="009F58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" w:hAnsi="Times" w:cs="Times"/>
                <w:color w:val="141413"/>
                <w:sz w:val="21"/>
                <w:szCs w:val="21"/>
              </w:rPr>
              <w:t>Read, view, and listen for information presented in any format (e.g., textual, visual, media, digital) in order to make inferences and gather meaning.</w:t>
            </w:r>
          </w:p>
        </w:tc>
      </w:tr>
    </w:tbl>
    <w:p w14:paraId="4777B554" w14:textId="77777777" w:rsidR="006A3A59" w:rsidRDefault="006A3A59">
      <w:pPr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Ind w:w="288" w:type="dxa"/>
        <w:tblLook w:val="01E0" w:firstRow="1" w:lastRow="1" w:firstColumn="1" w:lastColumn="1" w:noHBand="0" w:noVBand="0"/>
      </w:tblPr>
      <w:tblGrid>
        <w:gridCol w:w="5344"/>
        <w:gridCol w:w="236"/>
        <w:gridCol w:w="5760"/>
      </w:tblGrid>
      <w:tr w:rsidR="006A3A59" w:rsidRPr="009C5B29" w14:paraId="249FC8C2" w14:textId="77777777">
        <w:trPr>
          <w:trHeight w:val="180"/>
        </w:trPr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7430C1" w14:textId="77777777" w:rsidR="006A3A59" w:rsidRPr="009C5B29" w:rsidRDefault="006A3A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C5B29">
              <w:rPr>
                <w:rFonts w:ascii="Arial" w:hAnsi="Arial" w:cs="Arial"/>
                <w:b/>
                <w:sz w:val="20"/>
                <w:szCs w:val="20"/>
              </w:rPr>
              <w:t>Pre-Assessment</w:t>
            </w:r>
            <w:r w:rsidR="00E4585C">
              <w:rPr>
                <w:rFonts w:ascii="Arial" w:hAnsi="Arial" w:cs="Arial"/>
                <w:b/>
                <w:sz w:val="20"/>
                <w:szCs w:val="20"/>
              </w:rPr>
              <w:t xml:space="preserve"> Summary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27F42C4" w14:textId="77777777" w:rsidR="006A3A59" w:rsidRPr="009C5B29" w:rsidRDefault="006A3A5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312D33" w14:textId="77777777" w:rsidR="006A3A59" w:rsidRPr="009C5B29" w:rsidRDefault="006A3A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C5B29">
              <w:rPr>
                <w:rFonts w:ascii="Arial" w:hAnsi="Arial" w:cs="Arial"/>
                <w:b/>
                <w:sz w:val="20"/>
                <w:szCs w:val="20"/>
              </w:rPr>
              <w:t>Post-Assessment</w:t>
            </w:r>
            <w:r w:rsidR="00E4585C">
              <w:rPr>
                <w:rFonts w:ascii="Arial" w:hAnsi="Arial" w:cs="Arial"/>
                <w:b/>
                <w:sz w:val="20"/>
                <w:szCs w:val="20"/>
              </w:rPr>
              <w:t xml:space="preserve"> Summary</w:t>
            </w:r>
          </w:p>
        </w:tc>
      </w:tr>
      <w:tr w:rsidR="006A3A59" w14:paraId="34B5E77D" w14:textId="77777777">
        <w:trPr>
          <w:trHeight w:val="836"/>
        </w:trPr>
        <w:tc>
          <w:tcPr>
            <w:tcW w:w="5344" w:type="dxa"/>
            <w:tcBorders>
              <w:top w:val="single" w:sz="4" w:space="0" w:color="auto"/>
              <w:right w:val="single" w:sz="4" w:space="0" w:color="auto"/>
            </w:tcBorders>
          </w:tcPr>
          <w:p w14:paraId="20E57C0B" w14:textId="77777777" w:rsidR="006A3A59" w:rsidRPr="00126709" w:rsidRDefault="006A3A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46300" w14:textId="77777777" w:rsidR="006A3A59" w:rsidRDefault="006A3A5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</w:tcPr>
          <w:p w14:paraId="54E6C8E5" w14:textId="77777777" w:rsidR="006A3A59" w:rsidRPr="00126709" w:rsidRDefault="006A3A5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17E6846" w14:textId="77777777" w:rsidR="006A3A59" w:rsidRDefault="006A3A59">
      <w:pPr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Ind w:w="288" w:type="dxa"/>
        <w:tblLook w:val="01E0" w:firstRow="1" w:lastRow="1" w:firstColumn="1" w:lastColumn="1" w:noHBand="0" w:noVBand="0"/>
      </w:tblPr>
      <w:tblGrid>
        <w:gridCol w:w="5344"/>
        <w:gridCol w:w="236"/>
        <w:gridCol w:w="5760"/>
      </w:tblGrid>
      <w:tr w:rsidR="006A3A59" w14:paraId="5D278CDE" w14:textId="77777777"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73124F" w14:textId="77777777" w:rsidR="006A3A59" w:rsidRDefault="006A3A59" w:rsidP="006A3A5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Summary of Differentiation Strategies and Students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E92221D" w14:textId="77777777" w:rsidR="006A3A59" w:rsidRDefault="006A3A5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337BF8" w14:textId="77777777" w:rsidR="006A3A59" w:rsidRDefault="006A3A5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Summary of</w:t>
            </w:r>
            <w:r w:rsidR="00AD1B4E">
              <w:rPr>
                <w:rFonts w:ascii="Arial" w:hAnsi="Arial" w:cs="Arial"/>
                <w:b/>
                <w:sz w:val="20"/>
                <w:szCs w:val="20"/>
              </w:rPr>
              <w:t xml:space="preserve"> Research Based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Instruction Strategies</w:t>
            </w:r>
          </w:p>
        </w:tc>
      </w:tr>
      <w:tr w:rsidR="006A3A59" w14:paraId="3CF02D5F" w14:textId="77777777">
        <w:trPr>
          <w:trHeight w:val="1502"/>
        </w:trPr>
        <w:tc>
          <w:tcPr>
            <w:tcW w:w="5344" w:type="dxa"/>
            <w:tcBorders>
              <w:top w:val="single" w:sz="4" w:space="0" w:color="auto"/>
              <w:right w:val="single" w:sz="4" w:space="0" w:color="auto"/>
            </w:tcBorders>
          </w:tcPr>
          <w:p w14:paraId="51540E31" w14:textId="77777777" w:rsidR="006A3A59" w:rsidRPr="00126709" w:rsidRDefault="009F58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Students could choose own news topics and music.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15D12" w14:textId="77777777" w:rsidR="006A3A59" w:rsidRDefault="006A3A5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</w:tcPr>
          <w:p w14:paraId="4F4C4B43" w14:textId="77777777" w:rsidR="006A3A59" w:rsidRPr="00126709" w:rsidRDefault="006A3A5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5095BCB" w14:textId="77777777" w:rsidR="003D78E6" w:rsidRDefault="003D78E6">
      <w:pPr>
        <w:rPr>
          <w:rFonts w:ascii="Arial" w:hAnsi="Arial" w:cs="Arial"/>
          <w:b/>
          <w:sz w:val="20"/>
          <w:szCs w:val="20"/>
        </w:rPr>
      </w:pPr>
    </w:p>
    <w:p w14:paraId="3313631F" w14:textId="77777777" w:rsidR="003D78E6" w:rsidRDefault="003D78E6">
      <w:pPr>
        <w:rPr>
          <w:rFonts w:ascii="Arial" w:hAnsi="Arial" w:cs="Arial"/>
          <w:b/>
          <w:sz w:val="20"/>
          <w:szCs w:val="20"/>
        </w:rPr>
      </w:pPr>
    </w:p>
    <w:p w14:paraId="09CE7714" w14:textId="77777777" w:rsidR="003D78E6" w:rsidRDefault="009F581B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\</w:t>
      </w:r>
    </w:p>
    <w:p w14:paraId="50BAF36F" w14:textId="77777777" w:rsidR="003D78E6" w:rsidRDefault="003D78E6">
      <w:pPr>
        <w:rPr>
          <w:rFonts w:ascii="Arial" w:hAnsi="Arial" w:cs="Arial"/>
          <w:b/>
          <w:sz w:val="20"/>
          <w:szCs w:val="20"/>
        </w:rPr>
      </w:pPr>
    </w:p>
    <w:p w14:paraId="2F19D9DE" w14:textId="77777777" w:rsidR="003D78E6" w:rsidRDefault="003D78E6">
      <w:pPr>
        <w:rPr>
          <w:rFonts w:ascii="Arial" w:hAnsi="Arial" w:cs="Arial"/>
          <w:b/>
          <w:sz w:val="20"/>
          <w:szCs w:val="20"/>
        </w:rPr>
      </w:pPr>
    </w:p>
    <w:p w14:paraId="0DC7ECBF" w14:textId="77777777" w:rsidR="006A3A59" w:rsidRDefault="006A3A59">
      <w:pPr>
        <w:rPr>
          <w:rFonts w:ascii="Arial" w:hAnsi="Arial" w:cs="Arial"/>
          <w:b/>
          <w:sz w:val="20"/>
          <w:szCs w:val="20"/>
        </w:rPr>
      </w:pPr>
    </w:p>
    <w:p w14:paraId="49D21FB9" w14:textId="77777777" w:rsidR="006A3A59" w:rsidRDefault="006A3A59">
      <w:pPr>
        <w:rPr>
          <w:rFonts w:ascii="Arial" w:hAnsi="Arial" w:cs="Arial"/>
          <w:b/>
          <w:sz w:val="20"/>
          <w:szCs w:val="20"/>
        </w:rPr>
      </w:pPr>
    </w:p>
    <w:p w14:paraId="1D17C8DC" w14:textId="77777777" w:rsidR="006A3A59" w:rsidRDefault="006A3A59">
      <w:pPr>
        <w:rPr>
          <w:rFonts w:ascii="Arial" w:hAnsi="Arial" w:cs="Arial"/>
          <w:b/>
          <w:sz w:val="20"/>
          <w:szCs w:val="20"/>
        </w:rPr>
      </w:pPr>
    </w:p>
    <w:p w14:paraId="348172CB" w14:textId="77777777" w:rsidR="00E4585C" w:rsidRDefault="00E4585C">
      <w:pPr>
        <w:rPr>
          <w:rFonts w:ascii="Arial" w:hAnsi="Arial" w:cs="Arial"/>
          <w:b/>
          <w:sz w:val="20"/>
          <w:szCs w:val="20"/>
        </w:rPr>
      </w:pPr>
    </w:p>
    <w:p w14:paraId="651DAB89" w14:textId="77777777" w:rsidR="006A3A59" w:rsidRDefault="006A3A59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3E4AA626" w14:textId="77777777" w:rsidR="006A3A59" w:rsidRDefault="006A3A59" w:rsidP="006A3A59"/>
    <w:sectPr w:rsidR="006A3A59" w:rsidSect="006A3A59">
      <w:footerReference w:type="default" r:id="rId8"/>
      <w:pgSz w:w="12240" w:h="15840"/>
      <w:pgMar w:top="360" w:right="360" w:bottom="360" w:left="3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6D28A0" w14:textId="77777777" w:rsidR="009F581B" w:rsidRDefault="009F581B">
      <w:r>
        <w:separator/>
      </w:r>
    </w:p>
  </w:endnote>
  <w:endnote w:type="continuationSeparator" w:id="0">
    <w:p w14:paraId="2B49A520" w14:textId="77777777" w:rsidR="009F581B" w:rsidRDefault="009F5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DDBC21" w14:textId="77777777" w:rsidR="009D4B6F" w:rsidRDefault="009D4B6F" w:rsidP="006A3A59">
    <w:pPr>
      <w:pStyle w:val="Footer"/>
      <w:jc w:val="center"/>
    </w:pPr>
    <w:r>
      <w:t xml:space="preserve">Page - </w:t>
    </w:r>
    <w:r w:rsidR="00003A55">
      <w:fldChar w:fldCharType="begin"/>
    </w:r>
    <w:r w:rsidR="00003A55">
      <w:instrText xml:space="preserve"> PAGE </w:instrText>
    </w:r>
    <w:r w:rsidR="00003A55">
      <w:fldChar w:fldCharType="separate"/>
    </w:r>
    <w:r w:rsidR="00003A55">
      <w:rPr>
        <w:noProof/>
      </w:rPr>
      <w:t>1</w:t>
    </w:r>
    <w:r w:rsidR="00003A55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08943D" w14:textId="77777777" w:rsidR="009F581B" w:rsidRDefault="009F581B">
      <w:r>
        <w:separator/>
      </w:r>
    </w:p>
  </w:footnote>
  <w:footnote w:type="continuationSeparator" w:id="0">
    <w:p w14:paraId="74F0858D" w14:textId="77777777" w:rsidR="009F581B" w:rsidRDefault="009F58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F647D"/>
    <w:multiLevelType w:val="multilevel"/>
    <w:tmpl w:val="7DF803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F6415"/>
    <w:multiLevelType w:val="multilevel"/>
    <w:tmpl w:val="7490577A"/>
    <w:lvl w:ilvl="0">
      <w:start w:val="1"/>
      <w:numFmt w:val="bullet"/>
      <w:lvlText w:val=""/>
      <w:lvlJc w:val="left"/>
      <w:pPr>
        <w:ind w:left="216" w:hanging="14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E17AF0"/>
    <w:multiLevelType w:val="hybridMultilevel"/>
    <w:tmpl w:val="7490577A"/>
    <w:lvl w:ilvl="0" w:tplc="FBAC86EC">
      <w:start w:val="1"/>
      <w:numFmt w:val="bullet"/>
      <w:lvlText w:val=""/>
      <w:lvlJc w:val="left"/>
      <w:pPr>
        <w:ind w:left="216" w:hanging="14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6F25E2"/>
    <w:multiLevelType w:val="hybridMultilevel"/>
    <w:tmpl w:val="05306BAC"/>
    <w:lvl w:ilvl="0" w:tplc="D376E682">
      <w:start w:val="1"/>
      <w:numFmt w:val="bullet"/>
      <w:lvlText w:val=""/>
      <w:lvlJc w:val="left"/>
      <w:pPr>
        <w:ind w:left="720" w:hanging="648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507E2C"/>
    <w:multiLevelType w:val="multilevel"/>
    <w:tmpl w:val="05306BAC"/>
    <w:lvl w:ilvl="0">
      <w:start w:val="1"/>
      <w:numFmt w:val="bullet"/>
      <w:lvlText w:val=""/>
      <w:lvlJc w:val="left"/>
      <w:pPr>
        <w:ind w:left="720" w:hanging="648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C66CF1"/>
    <w:multiLevelType w:val="hybridMultilevel"/>
    <w:tmpl w:val="3A66D076"/>
    <w:lvl w:ilvl="0" w:tplc="04090005">
      <w:start w:val="1"/>
      <w:numFmt w:val="bullet"/>
      <w:lvlText w:val=""/>
      <w:lvlJc w:val="left"/>
      <w:pPr>
        <w:ind w:left="4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117902"/>
    <w:multiLevelType w:val="multilevel"/>
    <w:tmpl w:val="EED61F86"/>
    <w:lvl w:ilvl="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DA6B23"/>
    <w:multiLevelType w:val="hybridMultilevel"/>
    <w:tmpl w:val="EED61F86"/>
    <w:lvl w:ilvl="0" w:tplc="A6B28F2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89214A"/>
    <w:multiLevelType w:val="hybridMultilevel"/>
    <w:tmpl w:val="7DF80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6"/>
  </w:num>
  <w:num w:numId="5">
    <w:abstractNumId w:val="3"/>
  </w:num>
  <w:num w:numId="6">
    <w:abstractNumId w:val="4"/>
  </w:num>
  <w:num w:numId="7">
    <w:abstractNumId w:val="2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81B"/>
    <w:rsid w:val="00003A55"/>
    <w:rsid w:val="00292592"/>
    <w:rsid w:val="003D78E6"/>
    <w:rsid w:val="006A3A59"/>
    <w:rsid w:val="009D4B6F"/>
    <w:rsid w:val="009F581B"/>
    <w:rsid w:val="00AD1B4E"/>
    <w:rsid w:val="00E4585C"/>
    <w:rsid w:val="00F27A0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87ED8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42B56"/>
    <w:rPr>
      <w:sz w:val="24"/>
      <w:szCs w:val="24"/>
    </w:rPr>
  </w:style>
  <w:style w:type="paragraph" w:styleId="Heading1">
    <w:name w:val="heading 1"/>
    <w:basedOn w:val="Normal"/>
    <w:next w:val="Normal"/>
    <w:qFormat/>
    <w:rsid w:val="00F767F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763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E42B5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42B56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9D4B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42B56"/>
    <w:rPr>
      <w:sz w:val="24"/>
      <w:szCs w:val="24"/>
    </w:rPr>
  </w:style>
  <w:style w:type="paragraph" w:styleId="Heading1">
    <w:name w:val="heading 1"/>
    <w:basedOn w:val="Normal"/>
    <w:next w:val="Normal"/>
    <w:qFormat/>
    <w:rsid w:val="00F767F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763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E42B5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42B56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9D4B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ecsduser:Downloads:Lesson%20Plan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Lesson Plan Template.dotx</Template>
  <TotalTime>9</TotalTime>
  <Pages>2</Pages>
  <Words>202</Words>
  <Characters>1153</Characters>
  <Application>Microsoft Macintosh Word</Application>
  <DocSecurity>0</DocSecurity>
  <Lines>9</Lines>
  <Paragraphs>2</Paragraphs>
  <ScaleCrop>false</ScaleCrop>
  <Company>ECSD</Company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 Template</dc:title>
  <dc:subject/>
  <dc:creator>ecsduser</dc:creator>
  <cp:keywords>Lesson Plan</cp:keywords>
  <dc:description/>
  <cp:lastModifiedBy>ecsduser</cp:lastModifiedBy>
  <cp:revision>2</cp:revision>
  <cp:lastPrinted>2010-11-15T18:19:00Z</cp:lastPrinted>
  <dcterms:created xsi:type="dcterms:W3CDTF">2011-06-07T15:13:00Z</dcterms:created>
  <dcterms:modified xsi:type="dcterms:W3CDTF">2011-06-07T15:29:00Z</dcterms:modified>
  <cp:category>Lesson Plan</cp:category>
</cp:coreProperties>
</file>